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6FDEC4DE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34875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5DCE90F4" w:rsidR="0020437B" w:rsidRDefault="0020437B" w:rsidP="0020437B">
      <w:pPr>
        <w:pStyle w:val="Zhlav"/>
      </w:pPr>
      <w:proofErr w:type="gramStart"/>
      <w:r>
        <w:t>Č.j</w:t>
      </w:r>
      <w:r w:rsidRPr="00656A0D">
        <w:t>.</w:t>
      </w:r>
      <w:proofErr w:type="gramEnd"/>
      <w:r w:rsidRPr="00656A0D">
        <w:t>:______/2020</w:t>
      </w:r>
      <w:r w:rsidR="00434875" w:rsidRPr="00656A0D">
        <w:t>-SŽ</w:t>
      </w:r>
      <w:r w:rsidRPr="00656A0D">
        <w:t>-GŘ-O8</w:t>
      </w:r>
      <w:bookmarkStart w:id="0" w:name="_GoBack"/>
      <w:bookmarkEnd w:id="0"/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52D11F89" w:rsidR="0020437B" w:rsidRPr="002260C3" w:rsidRDefault="0020437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434875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434875" w:rsidRPr="00434875">
              <w:rPr>
                <w:rFonts w:asciiTheme="minorHAnsi" w:hAnsiTheme="minorHAnsi"/>
                <w:b/>
                <w:sz w:val="18"/>
                <w:szCs w:val="18"/>
              </w:rPr>
              <w:t>Obnova vozového parku - Hasičský záchranný sbor SŽ - speciální vozidla – II. etapa</w:t>
            </w:r>
            <w:r w:rsidRPr="00434875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20437B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11B22A4F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434875" w:rsidRPr="00434875">
        <w:rPr>
          <w:rFonts w:asciiTheme="minorHAnsi" w:hAnsiTheme="minorHAnsi"/>
          <w:b/>
          <w:sz w:val="18"/>
          <w:szCs w:val="18"/>
        </w:rPr>
        <w:t>Bc. Jiřím Svobodou, MBA, generálním ředitelem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656A0D" w:rsidRDefault="0020437B" w:rsidP="0020437B">
      <w:pPr>
        <w:spacing w:after="120" w:line="280" w:lineRule="exact"/>
        <w:rPr>
          <w:rFonts w:eastAsia="Times New Roman"/>
          <w:b/>
          <w:highlight w:val="yellow"/>
          <w:lang w:eastAsia="cs-CZ"/>
        </w:rPr>
      </w:pPr>
      <w:r w:rsidRPr="00656A0D">
        <w:rPr>
          <w:rFonts w:eastAsia="Times New Roman"/>
          <w:b/>
          <w:highlight w:val="yellow"/>
          <w:lang w:eastAsia="cs-CZ"/>
        </w:rPr>
        <w:t>[DOPLNÍ DODAVATEL]</w:t>
      </w:r>
    </w:p>
    <w:p w14:paraId="5EF2DFC6" w14:textId="77777777" w:rsidR="0020437B" w:rsidRPr="00656A0D" w:rsidRDefault="0020437B" w:rsidP="0020437B">
      <w:pPr>
        <w:spacing w:after="120" w:line="280" w:lineRule="exact"/>
        <w:rPr>
          <w:rFonts w:eastAsia="Times New Roman"/>
          <w:highlight w:val="yellow"/>
        </w:rPr>
      </w:pPr>
      <w:r w:rsidRPr="00656A0D">
        <w:rPr>
          <w:rFonts w:eastAsia="Times New Roman"/>
          <w:highlight w:val="yellow"/>
        </w:rPr>
        <w:t>se sídlem: [DOPLNÍ DODAVATEL]</w:t>
      </w:r>
    </w:p>
    <w:p w14:paraId="267F86D3" w14:textId="77777777" w:rsidR="0020437B" w:rsidRPr="00656A0D" w:rsidRDefault="0020437B" w:rsidP="0020437B">
      <w:pPr>
        <w:spacing w:after="120" w:line="280" w:lineRule="exact"/>
        <w:rPr>
          <w:rFonts w:eastAsia="Times New Roman"/>
          <w:highlight w:val="yellow"/>
        </w:rPr>
      </w:pPr>
      <w:r w:rsidRPr="00656A0D">
        <w:rPr>
          <w:rFonts w:eastAsia="Times New Roman"/>
          <w:highlight w:val="yellow"/>
        </w:rPr>
        <w:t>IČO: [DOPLNÍ DODAVATEL], DIČ: [DOPLNÍ DODAVATEL]</w:t>
      </w:r>
    </w:p>
    <w:p w14:paraId="0564029B" w14:textId="77777777" w:rsidR="0020437B" w:rsidRPr="00656A0D" w:rsidRDefault="0020437B" w:rsidP="0020437B">
      <w:pPr>
        <w:spacing w:after="120" w:line="280" w:lineRule="exact"/>
        <w:rPr>
          <w:rFonts w:eastAsia="Times New Roman"/>
          <w:highlight w:val="yellow"/>
        </w:rPr>
      </w:pPr>
      <w:r w:rsidRPr="00656A0D">
        <w:rPr>
          <w:rFonts w:eastAsia="Times New Roman"/>
          <w:highlight w:val="yellow"/>
        </w:rPr>
        <w:t>společnost zapsaná v obchodním rejstříku vedeném [DOPLNÍ DODAVATEL] soudem v [DOPLNÍ DODAVATEL]</w:t>
      </w:r>
    </w:p>
    <w:p w14:paraId="68C49F64" w14:textId="77777777" w:rsidR="0020437B" w:rsidRPr="00656A0D" w:rsidRDefault="0020437B" w:rsidP="0020437B">
      <w:pPr>
        <w:spacing w:after="120" w:line="280" w:lineRule="exact"/>
        <w:rPr>
          <w:rFonts w:eastAsia="Times New Roman"/>
          <w:highlight w:val="yellow"/>
        </w:rPr>
      </w:pPr>
      <w:r w:rsidRPr="00656A0D">
        <w:rPr>
          <w:rFonts w:eastAsia="Times New Roman"/>
          <w:highlight w:val="yellow"/>
        </w:rPr>
        <w:t>oddíl [DOPLNÍ DODAVATEL], vložka 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656A0D">
        <w:rPr>
          <w:rFonts w:eastAsia="Times New Roman"/>
          <w:highlight w:val="yellow"/>
        </w:rPr>
        <w:t>zastoupená: 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20437B">
      <w:pPr>
        <w:spacing w:after="120" w:line="280" w:lineRule="exact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1"/>
    </w:p>
    <w:p w14:paraId="4286587A" w14:textId="21798D9D" w:rsidR="0020437B" w:rsidRPr="00434875" w:rsidRDefault="0020437B" w:rsidP="00434875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2" w:name="_Ref303256455"/>
      <w:bookmarkStart w:id="3" w:name="_Ref303252683"/>
      <w:bookmarkStart w:id="4" w:name="_Ref303258566"/>
      <w:r w:rsidRPr="00434875">
        <w:rPr>
          <w:rFonts w:asciiTheme="minorHAnsi" w:hAnsiTheme="minorHAnsi"/>
          <w:sz w:val="18"/>
          <w:szCs w:val="18"/>
        </w:rPr>
        <w:t>Zadavatel zadává veřejnou zakázku jako nadlimitní sektorovou veřejnou zakázku s názvem „</w:t>
      </w:r>
      <w:r w:rsidR="00434875" w:rsidRPr="00434875">
        <w:rPr>
          <w:rFonts w:asciiTheme="minorHAnsi" w:hAnsiTheme="minorHAnsi"/>
          <w:sz w:val="18"/>
          <w:szCs w:val="18"/>
        </w:rPr>
        <w:t>Obnova vozového parku - Hasičský záchranný sbor SŽ - speciální vozidla – II. etapa</w:t>
      </w:r>
      <w:r w:rsidRPr="00434875">
        <w:rPr>
          <w:rFonts w:asciiTheme="minorHAnsi" w:hAnsiTheme="minorHAnsi"/>
          <w:bCs/>
          <w:sz w:val="18"/>
          <w:szCs w:val="18"/>
        </w:rPr>
        <w:t>“</w:t>
      </w:r>
      <w:r w:rsidRPr="00434875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434875">
        <w:rPr>
          <w:rFonts w:asciiTheme="minorHAnsi" w:hAnsiTheme="minorHAnsi"/>
          <w:sz w:val="18"/>
          <w:szCs w:val="18"/>
        </w:rPr>
        <w:t>č.j.</w:t>
      </w:r>
      <w:proofErr w:type="gramEnd"/>
      <w:r w:rsidRPr="00434875">
        <w:rPr>
          <w:rFonts w:asciiTheme="minorHAnsi" w:eastAsia="Calibri" w:hAnsiTheme="minorHAnsi"/>
          <w:sz w:val="18"/>
          <w:szCs w:val="18"/>
          <w:lang w:eastAsia="en-US"/>
        </w:rPr>
        <w:t xml:space="preserve"> </w:t>
      </w:r>
      <w:r w:rsidR="00434875">
        <w:rPr>
          <w:rFonts w:asciiTheme="minorHAnsi" w:hAnsiTheme="minorHAnsi"/>
          <w:sz w:val="18"/>
          <w:szCs w:val="18"/>
        </w:rPr>
        <w:t>26634</w:t>
      </w:r>
      <w:r w:rsidRPr="00434875">
        <w:rPr>
          <w:rFonts w:asciiTheme="minorHAnsi" w:hAnsiTheme="minorHAnsi"/>
          <w:sz w:val="18"/>
          <w:szCs w:val="18"/>
        </w:rPr>
        <w:t>/2020-</w:t>
      </w:r>
      <w:r w:rsidR="00434875">
        <w:rPr>
          <w:rFonts w:asciiTheme="minorHAnsi" w:hAnsiTheme="minorHAnsi"/>
          <w:sz w:val="18"/>
          <w:szCs w:val="18"/>
        </w:rPr>
        <w:t>SŽ-GŘ-O8</w:t>
      </w:r>
      <w:r w:rsidRPr="00434875">
        <w:rPr>
          <w:rFonts w:asciiTheme="minorHAnsi" w:hAnsiTheme="minorHAnsi"/>
          <w:sz w:val="18"/>
          <w:szCs w:val="18"/>
        </w:rPr>
        <w:t xml:space="preserve"> (dále jen „</w:t>
      </w:r>
      <w:r w:rsidRPr="00434875">
        <w:rPr>
          <w:rFonts w:asciiTheme="minorHAnsi" w:hAnsiTheme="minorHAnsi"/>
          <w:b/>
          <w:sz w:val="18"/>
          <w:szCs w:val="18"/>
        </w:rPr>
        <w:t>Veřejná zakázka</w:t>
      </w:r>
      <w:r w:rsidRPr="00434875">
        <w:rPr>
          <w:rFonts w:asciiTheme="minorHAnsi" w:hAnsiTheme="minorHAnsi"/>
          <w:sz w:val="18"/>
          <w:szCs w:val="18"/>
        </w:rPr>
        <w:t>“) podle ustanovení § 56 zákona č. 134/2016 Sb., o zadávání veřejných zakázkách, ve znění pozdějších předpisů (dále jen „</w:t>
      </w:r>
      <w:r w:rsidRPr="00434875">
        <w:rPr>
          <w:rFonts w:asciiTheme="minorHAnsi" w:hAnsiTheme="minorHAnsi"/>
          <w:b/>
          <w:sz w:val="18"/>
          <w:szCs w:val="18"/>
        </w:rPr>
        <w:t>ZZVZ</w:t>
      </w:r>
      <w:r w:rsidRPr="00434875">
        <w:rPr>
          <w:rFonts w:asciiTheme="minorHAnsi" w:hAnsiTheme="minorHAnsi"/>
          <w:sz w:val="18"/>
          <w:szCs w:val="18"/>
        </w:rPr>
        <w:t>“).</w:t>
      </w:r>
      <w:bookmarkEnd w:id="2"/>
      <w:r w:rsidRPr="00434875">
        <w:rPr>
          <w:rFonts w:asciiTheme="minorHAnsi" w:hAnsiTheme="minorHAnsi"/>
          <w:sz w:val="18"/>
          <w:szCs w:val="18"/>
        </w:rPr>
        <w:t xml:space="preserve"> </w:t>
      </w:r>
      <w:bookmarkEnd w:id="3"/>
      <w:r w:rsidRPr="00434875">
        <w:rPr>
          <w:rFonts w:asciiTheme="minorHAnsi" w:hAnsiTheme="minorHAnsi"/>
          <w:sz w:val="18"/>
          <w:szCs w:val="18"/>
        </w:rPr>
        <w:t>Dodavatel s úmyslem účastnit se zadávacího řízení na zadání Veřejné zakázky požaduje vydání částí zadávací dokumentace uvedených v Příloze č. 1 této Dohody, které obsahují informace, jež Zadavatel považuje za důvěrné a vyžaduje jejich ochranu (dále jen „</w:t>
      </w:r>
      <w:r w:rsidRPr="00434875">
        <w:rPr>
          <w:rFonts w:asciiTheme="minorHAnsi" w:hAnsiTheme="minorHAnsi"/>
          <w:b/>
          <w:sz w:val="18"/>
          <w:szCs w:val="18"/>
        </w:rPr>
        <w:t>Důvěrné</w:t>
      </w:r>
      <w:r w:rsidRPr="00434875">
        <w:rPr>
          <w:rFonts w:asciiTheme="minorHAnsi" w:hAnsiTheme="minorHAnsi"/>
          <w:sz w:val="18"/>
          <w:szCs w:val="18"/>
        </w:rPr>
        <w:t xml:space="preserve"> </w:t>
      </w:r>
      <w:r w:rsidRPr="00434875">
        <w:rPr>
          <w:rFonts w:asciiTheme="minorHAnsi" w:hAnsiTheme="minorHAnsi"/>
          <w:b/>
          <w:sz w:val="18"/>
          <w:szCs w:val="18"/>
        </w:rPr>
        <w:t>informace</w:t>
      </w:r>
      <w:r w:rsidRPr="00434875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4"/>
    </w:p>
    <w:p w14:paraId="36FD2493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 xml:space="preserve">Veškeré informace uvedené v Příloze č. 1 této Dohody, jsou považovány za Důvěrné informace, jejichž použití podléhá této Dohodě. </w:t>
      </w:r>
    </w:p>
    <w:p w14:paraId="10B0DADF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25721976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25479D1C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 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 </w:t>
      </w:r>
    </w:p>
    <w:p w14:paraId="61953683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CD s Důvěrnými informacemi bude po podpisu této Dohody předáno Dodavateli a zůstává ve výhradním vlastnictví Zadavatele.</w:t>
      </w:r>
    </w:p>
    <w:p w14:paraId="34592784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</w:t>
      </w:r>
      <w:bookmarkEnd w:id="12"/>
    </w:p>
    <w:p w14:paraId="52577DAF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</w:t>
      </w:r>
      <w:proofErr w:type="gramStart"/>
      <w:r w:rsidRPr="002260C3">
        <w:rPr>
          <w:rFonts w:asciiTheme="minorHAnsi" w:hAnsiTheme="minorHAnsi"/>
          <w:sz w:val="18"/>
          <w:szCs w:val="18"/>
        </w:rPr>
        <w:t xml:space="preserve">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</w:t>
      </w:r>
      <w:proofErr w:type="gramEnd"/>
      <w:r w:rsidRPr="002260C3">
        <w:rPr>
          <w:rFonts w:asciiTheme="minorHAnsi" w:hAnsiTheme="minorHAnsi"/>
          <w:sz w:val="18"/>
          <w:szCs w:val="18"/>
        </w:rPr>
        <w:t xml:space="preserve"> ohledu na to, zda: </w:t>
      </w:r>
    </w:p>
    <w:p w14:paraId="017D90DF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bookmarkStart w:id="15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sdílet Důvěrné informace s Poddodavateli pouze za 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77777777" w:rsidR="0020437B" w:rsidRPr="00E56A79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zničí CD s Důvěrnými informacemi a rovněž jakékoliv kopie Důvěrných informací, které v souvislosti s plněním předmětu a účelu této Dohody pořídil, tak, že informace nebudou dále použitelné ani obnovitelné, a to bezodkladně po:</w:t>
      </w:r>
    </w:p>
    <w:p w14:paraId="1944CEC9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 plnění veřejné zakázky;</w:t>
      </w:r>
    </w:p>
    <w:p w14:paraId="2DAA7722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 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77777777" w:rsidR="0020437B" w:rsidRPr="002260C3" w:rsidRDefault="0020437B" w:rsidP="0020437B">
      <w:pPr>
        <w:pStyle w:val="RLTextlnkuslovan"/>
        <w:numPr>
          <w:ilvl w:val="0"/>
          <w:numId w:val="0"/>
        </w:numPr>
        <w:ind w:left="1474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7524B261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Tato Dohoda je uzavřena ve třech (3) stejnopisech, z nichž zadavatel obdrží dvě (2) vyhotovení a Dodavatel obdrží jedno (1) Vyhotovení. </w:t>
      </w:r>
    </w:p>
    <w:p w14:paraId="1BDC2DE6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8D99CE8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Příloha č. 1 – Specifikace Důvěrných informací</w:t>
      </w:r>
    </w:p>
    <w:p w14:paraId="7F654DA3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C6072DA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41C7E41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2C86AC9D" w14:textId="77777777" w:rsidR="0020437B" w:rsidRPr="002260C3" w:rsidRDefault="0020437B" w:rsidP="009576B3"/>
        </w:tc>
        <w:tc>
          <w:tcPr>
            <w:tcW w:w="4605" w:type="dxa"/>
          </w:tcPr>
          <w:p w14:paraId="4598BD7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656A0D">
              <w:rPr>
                <w:rFonts w:asciiTheme="minorHAnsi" w:hAnsiTheme="minorHAnsi"/>
                <w:sz w:val="18"/>
                <w:szCs w:val="18"/>
                <w:highlight w:val="yellow"/>
              </w:rPr>
              <w:t>V [DOPLNÍ DODAVATEL], dne [DOPLNÍ DODAVATEL]</w:t>
            </w: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0EF56E96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Správa </w:t>
            </w:r>
            <w:r>
              <w:rPr>
                <w:rFonts w:asciiTheme="minorHAnsi" w:hAnsiTheme="minorHAnsi"/>
                <w:sz w:val="18"/>
                <w:szCs w:val="18"/>
              </w:rPr>
              <w:t>železnic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, státní organizace</w:t>
            </w:r>
          </w:p>
          <w:p w14:paraId="1141B38F" w14:textId="77777777" w:rsidR="00434875" w:rsidRPr="00434875" w:rsidRDefault="00434875" w:rsidP="00434875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434875">
              <w:rPr>
                <w:rFonts w:asciiTheme="minorHAnsi" w:hAnsiTheme="minorHAnsi"/>
                <w:sz w:val="18"/>
                <w:szCs w:val="18"/>
              </w:rPr>
              <w:t>Bc. Jiří Svoboda, MBA</w:t>
            </w:r>
          </w:p>
          <w:p w14:paraId="30FB6500" w14:textId="20922954" w:rsidR="0020437B" w:rsidRPr="002260C3" w:rsidRDefault="00434875" w:rsidP="00434875">
            <w:r w:rsidRPr="00434875">
              <w:t>generální ředitel</w:t>
            </w:r>
          </w:p>
        </w:tc>
        <w:tc>
          <w:tcPr>
            <w:tcW w:w="4605" w:type="dxa"/>
          </w:tcPr>
          <w:p w14:paraId="375E9016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41CA62BA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</w:t>
            </w:r>
            <w:r w:rsidRPr="00656A0D">
              <w:rPr>
                <w:rFonts w:asciiTheme="minorHAnsi" w:hAnsiTheme="minorHAnsi"/>
                <w:sz w:val="18"/>
                <w:szCs w:val="18"/>
                <w:highlight w:val="yellow"/>
              </w:rPr>
              <w:t>DOPLNÍ DODAVATEL]</w:t>
            </w:r>
          </w:p>
          <w:p w14:paraId="0C3A3F08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</w:t>
            </w:r>
            <w:r w:rsidRPr="00656A0D">
              <w:rPr>
                <w:rFonts w:asciiTheme="minorHAnsi" w:hAnsiTheme="minorHAnsi"/>
                <w:sz w:val="18"/>
                <w:szCs w:val="18"/>
                <w:highlight w:val="yellow"/>
              </w:rPr>
              <w:t>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023CD2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7CCB537C" w14:textId="77777777" w:rsidR="0020437B" w:rsidRPr="00E56A79" w:rsidRDefault="0020437B" w:rsidP="0020437B">
      <w:pPr>
        <w:pStyle w:val="RLProhlensmluvnchstran"/>
        <w:spacing w:line="276" w:lineRule="auto"/>
        <w:jc w:val="left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>Zadavatel poskytuje Dodavateli níže uvedené Důvěrné informace. CD s těmito dokumenty bude po podpisu této Dohody předáno Dodavateli.</w:t>
      </w:r>
    </w:p>
    <w:p w14:paraId="1F4EC7F1" w14:textId="77777777" w:rsidR="0020437B" w:rsidRDefault="0020437B" w:rsidP="0020437B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  <w:highlight w:val="yellow"/>
        </w:rPr>
      </w:pPr>
    </w:p>
    <w:p w14:paraId="2C5920D3" w14:textId="4BCEE302" w:rsidR="0020437B" w:rsidRPr="00656A0D" w:rsidRDefault="0020437B" w:rsidP="0020437B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  <w:highlight w:val="yellow"/>
        </w:rPr>
      </w:pPr>
      <w:r w:rsidRPr="00656A0D">
        <w:rPr>
          <w:rFonts w:cs="Arial"/>
          <w:bCs/>
          <w:highlight w:val="yellow"/>
        </w:rPr>
        <w:t>XXXXX</w:t>
      </w:r>
      <w:r w:rsidR="00656A0D" w:rsidRPr="00656A0D">
        <w:rPr>
          <w:rFonts w:cs="Arial"/>
          <w:bCs/>
          <w:highlight w:val="yellow"/>
        </w:rPr>
        <w:t xml:space="preserve"> (doplní dodavatel)</w:t>
      </w:r>
    </w:p>
    <w:p w14:paraId="724D01EF" w14:textId="77777777" w:rsidR="0020437B" w:rsidRPr="009022BC" w:rsidRDefault="0020437B" w:rsidP="0020437B"/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0C948" w14:textId="77777777" w:rsidR="00EF177E" w:rsidRDefault="00EF177E" w:rsidP="00962258">
      <w:pPr>
        <w:spacing w:after="0" w:line="240" w:lineRule="auto"/>
      </w:pPr>
      <w:r>
        <w:separator/>
      </w:r>
    </w:p>
  </w:endnote>
  <w:endnote w:type="continuationSeparator" w:id="0">
    <w:p w14:paraId="6B9D21F3" w14:textId="77777777" w:rsidR="00EF177E" w:rsidRDefault="00EF17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A02CA" w14:textId="528E8167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6D3472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70168C9F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34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77777777" w:rsidR="0020437B" w:rsidRDefault="0020437B" w:rsidP="00F564F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D1D90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CCE8D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FB71E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1B9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3680FB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347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347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A505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702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408B2" w14:textId="77777777" w:rsidR="00EF177E" w:rsidRDefault="00EF177E" w:rsidP="00962258">
      <w:pPr>
        <w:spacing w:after="0" w:line="240" w:lineRule="auto"/>
      </w:pPr>
      <w:r>
        <w:separator/>
      </w:r>
    </w:p>
  </w:footnote>
  <w:footnote w:type="continuationSeparator" w:id="0">
    <w:p w14:paraId="0079DE5A" w14:textId="77777777" w:rsidR="00EF177E" w:rsidRDefault="00EF17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12235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D4234"/>
    <w:rsid w:val="0020437B"/>
    <w:rsid w:val="00207DF5"/>
    <w:rsid w:val="00280E07"/>
    <w:rsid w:val="0029793A"/>
    <w:rsid w:val="002C31BF"/>
    <w:rsid w:val="002D08B1"/>
    <w:rsid w:val="002E0CD7"/>
    <w:rsid w:val="0033381E"/>
    <w:rsid w:val="00335328"/>
    <w:rsid w:val="00341DCF"/>
    <w:rsid w:val="00357BC6"/>
    <w:rsid w:val="003956C6"/>
    <w:rsid w:val="00434875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736B7"/>
    <w:rsid w:val="00575E5A"/>
    <w:rsid w:val="00584EF1"/>
    <w:rsid w:val="005F1404"/>
    <w:rsid w:val="0061068E"/>
    <w:rsid w:val="00633A8F"/>
    <w:rsid w:val="00656A0D"/>
    <w:rsid w:val="00660AD3"/>
    <w:rsid w:val="00674D54"/>
    <w:rsid w:val="006766B1"/>
    <w:rsid w:val="00677B7F"/>
    <w:rsid w:val="006A5570"/>
    <w:rsid w:val="006A689C"/>
    <w:rsid w:val="006B3D79"/>
    <w:rsid w:val="006D3472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7AE3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EF177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F127A1"/>
  <w14:defaultImageDpi w14:val="32767"/>
  <w15:docId w15:val="{07A29F9A-B9C7-4DE3-9153-42B228C8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F8945-FBEE-4C29-8975-C67BFF343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E4BA0B-639B-4746-8717-8521817F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5</Pages>
  <Words>1081</Words>
  <Characters>6381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2020-04-27T11:24:00Z</dcterms:created>
  <dcterms:modified xsi:type="dcterms:W3CDTF">2020-05-07T08:27:00Z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